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723F3" w14:textId="77777777" w:rsidR="0051070A" w:rsidRPr="0051070A" w:rsidRDefault="0051070A" w:rsidP="0051070A">
      <w:pPr>
        <w:spacing w:after="120" w:line="240" w:lineRule="auto"/>
        <w:jc w:val="center"/>
        <w:rPr>
          <w:rFonts w:eastAsia="Calibri" w:cs="Times New Roman"/>
          <w:b/>
          <w:color w:val="FF0000"/>
          <w:spacing w:val="100"/>
          <w:sz w:val="28"/>
          <w:szCs w:val="28"/>
        </w:rPr>
      </w:pPr>
      <w:bookmarkStart w:id="0" w:name="_Hlk111040652"/>
      <w:r w:rsidRPr="0051070A">
        <w:rPr>
          <w:rFonts w:eastAsia="Calibri" w:cs="Times New Roman"/>
          <w:b/>
          <w:color w:val="FF0000"/>
          <w:spacing w:val="100"/>
          <w:sz w:val="28"/>
          <w:szCs w:val="28"/>
        </w:rPr>
        <w:t>FACSIMILE</w:t>
      </w:r>
    </w:p>
    <w:bookmarkEnd w:id="0"/>
    <w:p w14:paraId="7D0DD0DF" w14:textId="41BF4C4C" w:rsidR="00145FFA" w:rsidRPr="0097206F" w:rsidRDefault="00145FFA" w:rsidP="0097206F">
      <w:pPr>
        <w:pStyle w:val="Titolo"/>
        <w:spacing w:before="0" w:after="0"/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</w:pPr>
      <w:r w:rsidRPr="0097206F">
        <w:rPr>
          <w:rStyle w:val="Eliminato"/>
          <w:rFonts w:ascii="Century Gothic" w:hAnsi="Century Gothic" w:cstheme="minorBidi"/>
          <w:strike w:val="0"/>
          <w:spacing w:val="0"/>
          <w:kern w:val="0"/>
          <w:szCs w:val="22"/>
          <w:shd w:val="clear" w:color="auto" w:fill="auto"/>
        </w:rPr>
        <w:t>DICHIARAZIONE SOSTITUTIVA DI ATTO DI NOTORIETA’</w:t>
      </w:r>
    </w:p>
    <w:p w14:paraId="1612E770" w14:textId="77777777" w:rsidR="00145FFA" w:rsidRPr="0097206F" w:rsidRDefault="00145FFA" w:rsidP="0097206F">
      <w:pPr>
        <w:jc w:val="center"/>
        <w:rPr>
          <w:rStyle w:val="Enfasidelicata"/>
          <w:b/>
        </w:rPr>
      </w:pPr>
      <w:r w:rsidRPr="0097206F">
        <w:rPr>
          <w:rStyle w:val="Enfasidelicata"/>
        </w:rPr>
        <w:t>(Art. 47 del D.P.R. 28 dicembre 2000, n. 445)</w:t>
      </w:r>
    </w:p>
    <w:p w14:paraId="20BA7E35" w14:textId="77777777" w:rsidR="00470082" w:rsidRDefault="00470082" w:rsidP="00470082">
      <w:pPr>
        <w:tabs>
          <w:tab w:val="clear" w:pos="4820"/>
        </w:tabs>
        <w:jc w:val="center"/>
        <w:rPr>
          <w:b/>
          <w:sz w:val="24"/>
          <w:szCs w:val="24"/>
        </w:rPr>
      </w:pPr>
      <w:r w:rsidRPr="00FE1FD2">
        <w:rPr>
          <w:b/>
          <w:sz w:val="24"/>
          <w:szCs w:val="24"/>
        </w:rPr>
        <w:t>DICHIARAZIONE DI IMPEGNO A COSTITUIRSI IN ATI/ATS</w:t>
      </w:r>
    </w:p>
    <w:p w14:paraId="673C650A" w14:textId="77777777" w:rsidR="00470082" w:rsidRDefault="00145FFA" w:rsidP="00070A50">
      <w:pPr>
        <w:tabs>
          <w:tab w:val="clear" w:pos="4820"/>
        </w:tabs>
      </w:pPr>
      <w:r w:rsidRPr="00D27D00">
        <w:t>I</w:t>
      </w:r>
      <w:r w:rsidR="00470082">
        <w:t xml:space="preserve"> </w:t>
      </w:r>
      <w:r w:rsidRPr="00D27D00">
        <w:t>sottoscritt</w:t>
      </w:r>
      <w:r w:rsidR="00470082">
        <w:t>i:</w:t>
      </w:r>
    </w:p>
    <w:p w14:paraId="12FD2D51" w14:textId="77777777" w:rsidR="00470082" w:rsidRDefault="00470082" w:rsidP="00470082">
      <w:pPr>
        <w:pStyle w:val="Paragrafoelenco"/>
        <w:numPr>
          <w:ilvl w:val="0"/>
          <w:numId w:val="16"/>
        </w:numPr>
        <w:tabs>
          <w:tab w:val="clear" w:pos="4820"/>
        </w:tabs>
        <w:spacing w:line="480" w:lineRule="auto"/>
      </w:pPr>
      <w:r>
        <w:t>______</w:t>
      </w:r>
      <w:r w:rsidR="00145FFA" w:rsidRPr="00D27D00">
        <w:t>_________________________</w:t>
      </w:r>
      <w:r>
        <w:t>______</w:t>
      </w:r>
      <w:r w:rsidR="00145FFA" w:rsidRPr="00D27D00">
        <w:t>___________</w:t>
      </w:r>
      <w:r w:rsidR="005C6D71" w:rsidRPr="00D27D00">
        <w:t xml:space="preserve"> </w:t>
      </w:r>
      <w:r w:rsidR="00145FFA" w:rsidRPr="00D27D00">
        <w:t xml:space="preserve">nato/a </w:t>
      </w:r>
      <w:proofErr w:type="spellStart"/>
      <w:r w:rsidR="00145FFA" w:rsidRPr="00D27D00">
        <w:t>a</w:t>
      </w:r>
      <w:proofErr w:type="spellEnd"/>
      <w:r w:rsidR="00145FFA" w:rsidRPr="00D27D00">
        <w:t xml:space="preserve"> _</w:t>
      </w:r>
      <w:r>
        <w:t>__</w:t>
      </w:r>
      <w:r w:rsidR="00145FFA" w:rsidRPr="00D27D00">
        <w:t>_______</w:t>
      </w:r>
      <w:r>
        <w:t>__</w:t>
      </w:r>
      <w:r w:rsidR="00145FFA" w:rsidRPr="00D27D00">
        <w:t>______________ (Prov. ____) il _</w:t>
      </w:r>
      <w:r>
        <w:t>__</w:t>
      </w:r>
      <w:r w:rsidR="00145FFA" w:rsidRPr="00D27D00">
        <w:t>________</w:t>
      </w:r>
      <w:r>
        <w:t>_____</w:t>
      </w:r>
      <w:r w:rsidR="00145FFA" w:rsidRPr="00D27D00">
        <w:t>______, Codice Fiscale __</w:t>
      </w:r>
      <w:r w:rsidR="00070A50">
        <w:t>_____</w:t>
      </w:r>
      <w:r>
        <w:t>______</w:t>
      </w:r>
      <w:r w:rsidR="00070A50">
        <w:t>_</w:t>
      </w:r>
      <w:r>
        <w:t>____</w:t>
      </w:r>
      <w:r w:rsidR="00070A50">
        <w:t>_</w:t>
      </w:r>
      <w:r w:rsidR="00145FFA" w:rsidRPr="00D27D00">
        <w:t>____________________________, residente a ______</w:t>
      </w:r>
      <w:r>
        <w:t>______________________________________________________</w:t>
      </w:r>
      <w:r w:rsidR="00145FFA" w:rsidRPr="00D27D00">
        <w:t xml:space="preserve">___________ in via/Piazza _______________________________________________________ n. ______ (CAP ____________), </w:t>
      </w:r>
      <w:r>
        <w:t>i</w:t>
      </w:r>
      <w:r w:rsidRPr="00470082">
        <w:t>n qualità di titolare - legale rappr</w:t>
      </w:r>
      <w:r>
        <w:t>esentante</w:t>
      </w:r>
      <w:r w:rsidRPr="00470082">
        <w:t xml:space="preserve"> dell’impresa </w:t>
      </w:r>
      <w:r w:rsidR="00145FFA" w:rsidRPr="00D27D00">
        <w:t>__</w:t>
      </w:r>
      <w:r w:rsidR="00070A50">
        <w:t>_________</w:t>
      </w:r>
      <w:r w:rsidR="00145FFA" w:rsidRPr="00D27D00">
        <w:t>_____</w:t>
      </w:r>
      <w:r>
        <w:t>_</w:t>
      </w:r>
      <w:r w:rsidR="00145FFA" w:rsidRPr="00D27D00">
        <w:t xml:space="preserve">__________________________________, con sede legale </w:t>
      </w:r>
      <w:r w:rsidR="005B2445" w:rsidRPr="00D27D00">
        <w:t>in</w:t>
      </w:r>
      <w:r w:rsidR="00145FFA" w:rsidRPr="00D27D00">
        <w:t xml:space="preserve"> ___</w:t>
      </w:r>
      <w:r w:rsidR="00070A50">
        <w:t>______</w:t>
      </w:r>
      <w:r w:rsidR="00145FFA" w:rsidRPr="00D27D00">
        <w:t>_</w:t>
      </w:r>
      <w:r w:rsidR="005B2445" w:rsidRPr="00D27D00">
        <w:t>_______</w:t>
      </w:r>
      <w:r w:rsidR="00145FFA" w:rsidRPr="00D27D00">
        <w:t>______________________________________ (Prov. ____) via/Piazza ______________</w:t>
      </w:r>
      <w:r w:rsidR="00070A50">
        <w:t>______</w:t>
      </w:r>
      <w:r w:rsidR="00145FFA" w:rsidRPr="00D27D00">
        <w:t>__</w:t>
      </w:r>
      <w:r w:rsidR="005B2445" w:rsidRPr="00D27D00">
        <w:t>___</w:t>
      </w:r>
      <w:r w:rsidR="00145FFA" w:rsidRPr="00D27D00">
        <w:t>_______________________________________ n. ______ (CAP ____________), partita IVA</w:t>
      </w:r>
      <w:r>
        <w:t xml:space="preserve"> _</w:t>
      </w:r>
      <w:r w:rsidRPr="00D27D00">
        <w:t>_</w:t>
      </w:r>
      <w:r>
        <w:t>______</w:t>
      </w:r>
      <w:r w:rsidRPr="00D27D00">
        <w:t>__</w:t>
      </w:r>
      <w:r>
        <w:t>__</w:t>
      </w:r>
      <w:r w:rsidRPr="00D27D00">
        <w:t>_________</w:t>
      </w:r>
      <w:r>
        <w:t xml:space="preserve">____________ </w:t>
      </w:r>
      <w:r w:rsidR="00145FFA" w:rsidRPr="00D27D00">
        <w:t xml:space="preserve">Codice Fiscale </w:t>
      </w:r>
      <w:r>
        <w:t>_________________________</w:t>
      </w:r>
      <w:r w:rsidR="00145FFA" w:rsidRPr="00D27D00">
        <w:t xml:space="preserve">__________, telefono </w:t>
      </w:r>
      <w:r>
        <w:t>______________________</w:t>
      </w:r>
      <w:r w:rsidR="00145FFA" w:rsidRPr="00D27D00">
        <w:t>________________ fax ___</w:t>
      </w:r>
      <w:r>
        <w:t>____________________________</w:t>
      </w:r>
      <w:r w:rsidR="00145FFA" w:rsidRPr="00D27D00">
        <w:t>__</w:t>
      </w:r>
      <w:r w:rsidR="00491CD6">
        <w:t>_</w:t>
      </w:r>
      <w:r w:rsidR="00145FFA" w:rsidRPr="00D27D00">
        <w:t xml:space="preserve">__________ </w:t>
      </w:r>
    </w:p>
    <w:p w14:paraId="15C0397F" w14:textId="77777777" w:rsidR="009F0F7F" w:rsidRDefault="00145FFA" w:rsidP="00470082">
      <w:pPr>
        <w:pStyle w:val="Paragrafoelenco"/>
        <w:numPr>
          <w:ilvl w:val="0"/>
          <w:numId w:val="0"/>
        </w:numPr>
        <w:tabs>
          <w:tab w:val="clear" w:pos="4820"/>
        </w:tabs>
        <w:spacing w:line="480" w:lineRule="auto"/>
        <w:ind w:left="720"/>
        <w:rPr>
          <w:u w:val="single"/>
        </w:rPr>
      </w:pPr>
      <w:r w:rsidRPr="00D27D00">
        <w:t xml:space="preserve">Email </w:t>
      </w:r>
      <w:r w:rsidRPr="00D27D00">
        <w:tab/>
      </w:r>
      <w:r w:rsidR="00864382">
        <w:t>_________________________________</w:t>
      </w:r>
      <w:r w:rsidR="00470082">
        <w:t>_</w:t>
      </w:r>
      <w:r w:rsidR="00864382">
        <w:t>_____</w:t>
      </w:r>
      <w:r w:rsidR="00070A50">
        <w:t>__</w:t>
      </w:r>
      <w:r w:rsidRPr="00D27D00">
        <w:t xml:space="preserve"> PEC </w:t>
      </w:r>
      <w:r w:rsidR="00864382" w:rsidRPr="00470082">
        <w:rPr>
          <w:u w:val="single"/>
        </w:rPr>
        <w:t>_</w:t>
      </w:r>
      <w:r w:rsidR="00070A50" w:rsidRPr="00470082">
        <w:rPr>
          <w:u w:val="single"/>
        </w:rPr>
        <w:t>____</w:t>
      </w:r>
      <w:r w:rsidR="00864382" w:rsidRPr="00470082">
        <w:rPr>
          <w:u w:val="single"/>
        </w:rPr>
        <w:t>______________________________________</w:t>
      </w:r>
    </w:p>
    <w:p w14:paraId="30A5A640" w14:textId="77777777" w:rsidR="00470082" w:rsidRDefault="00470082" w:rsidP="00470082">
      <w:pPr>
        <w:pStyle w:val="Paragrafoelenco"/>
        <w:numPr>
          <w:ilvl w:val="0"/>
          <w:numId w:val="16"/>
        </w:numPr>
        <w:tabs>
          <w:tab w:val="clear" w:pos="4820"/>
        </w:tabs>
        <w:spacing w:line="480" w:lineRule="auto"/>
      </w:pPr>
      <w:r>
        <w:t>______</w:t>
      </w:r>
      <w:r w:rsidRPr="00D27D00">
        <w:t>_________________________</w:t>
      </w:r>
      <w:r>
        <w:t>______</w:t>
      </w:r>
      <w:r w:rsidRPr="00D27D00">
        <w:t xml:space="preserve">___________ nato/a </w:t>
      </w:r>
      <w:proofErr w:type="spellStart"/>
      <w:r w:rsidRPr="00D27D00">
        <w:t>a</w:t>
      </w:r>
      <w:proofErr w:type="spellEnd"/>
      <w:r w:rsidRPr="00D27D00">
        <w:t xml:space="preserve"> _</w:t>
      </w:r>
      <w:r>
        <w:t>__</w:t>
      </w:r>
      <w:r w:rsidRPr="00D27D00">
        <w:t>_______</w:t>
      </w:r>
      <w:r>
        <w:t>__</w:t>
      </w:r>
      <w:r w:rsidRPr="00D27D00">
        <w:t>______________ (Prov. ____) il _</w:t>
      </w:r>
      <w:r>
        <w:t>__</w:t>
      </w:r>
      <w:r w:rsidRPr="00D27D00">
        <w:t>________</w:t>
      </w:r>
      <w:r>
        <w:t>_____</w:t>
      </w:r>
      <w:r w:rsidRPr="00D27D00">
        <w:t>______, Codice Fiscale __</w:t>
      </w:r>
      <w:r>
        <w:t>_________________</w:t>
      </w:r>
      <w:r w:rsidRPr="00D27D00">
        <w:t>____________________________, residente a ______</w:t>
      </w:r>
      <w:r>
        <w:t>______________________________________________________</w:t>
      </w:r>
      <w:r w:rsidRPr="00D27D00">
        <w:t xml:space="preserve">___________ in via/Piazza _______________________________________________________ n. ______ (CAP ____________), </w:t>
      </w:r>
      <w:r>
        <w:t>i</w:t>
      </w:r>
      <w:r w:rsidRPr="00470082">
        <w:t>n qualità di titolare - legale rappr</w:t>
      </w:r>
      <w:r>
        <w:t>esentante</w:t>
      </w:r>
      <w:r w:rsidRPr="00470082">
        <w:t xml:space="preserve"> dell’impresa </w:t>
      </w:r>
      <w:r w:rsidRPr="00D27D00">
        <w:t>__</w:t>
      </w:r>
      <w:r>
        <w:t>_________</w:t>
      </w:r>
      <w:r w:rsidRPr="00D27D00">
        <w:t>_____</w:t>
      </w:r>
      <w:r>
        <w:t>_</w:t>
      </w:r>
      <w:r w:rsidRPr="00D27D00">
        <w:t>__________________________________, con sede legale in ___</w:t>
      </w:r>
      <w:r>
        <w:t>______</w:t>
      </w:r>
      <w:r w:rsidRPr="00D27D00">
        <w:t>______________________________________________ (Prov. ____) via/Piazza ______________</w:t>
      </w:r>
      <w:r>
        <w:t>______</w:t>
      </w:r>
      <w:r w:rsidRPr="00D27D00">
        <w:t>____________________________________________ n. ______ (CAP ____________), partita IVA</w:t>
      </w:r>
      <w:r>
        <w:t xml:space="preserve"> _</w:t>
      </w:r>
      <w:r w:rsidRPr="00D27D00">
        <w:t>_</w:t>
      </w:r>
      <w:r>
        <w:t>______</w:t>
      </w:r>
      <w:r w:rsidRPr="00D27D00">
        <w:t>__</w:t>
      </w:r>
      <w:r>
        <w:t>__</w:t>
      </w:r>
      <w:r w:rsidRPr="00D27D00">
        <w:t>_________</w:t>
      </w:r>
      <w:r>
        <w:t xml:space="preserve">____________ </w:t>
      </w:r>
      <w:r w:rsidRPr="00D27D00">
        <w:t xml:space="preserve">Codice Fiscale </w:t>
      </w:r>
      <w:r>
        <w:t>_________________________</w:t>
      </w:r>
      <w:r w:rsidRPr="00D27D00">
        <w:t xml:space="preserve">__________, telefono </w:t>
      </w:r>
      <w:r>
        <w:t>______________________</w:t>
      </w:r>
      <w:r w:rsidRPr="00D27D00">
        <w:t>________________ fax ___</w:t>
      </w:r>
      <w:r>
        <w:t>____________________________</w:t>
      </w:r>
      <w:r w:rsidRPr="00D27D00">
        <w:t>__</w:t>
      </w:r>
      <w:r>
        <w:t>_</w:t>
      </w:r>
      <w:r w:rsidRPr="00D27D00">
        <w:t xml:space="preserve">__________ </w:t>
      </w:r>
    </w:p>
    <w:p w14:paraId="5DE7BD11" w14:textId="77777777" w:rsidR="00470082" w:rsidRDefault="00470082" w:rsidP="00470082">
      <w:pPr>
        <w:pStyle w:val="Paragrafoelenco"/>
        <w:numPr>
          <w:ilvl w:val="0"/>
          <w:numId w:val="0"/>
        </w:numPr>
        <w:tabs>
          <w:tab w:val="clear" w:pos="4820"/>
        </w:tabs>
        <w:spacing w:line="480" w:lineRule="auto"/>
        <w:ind w:left="720"/>
        <w:rPr>
          <w:u w:val="single"/>
        </w:rPr>
      </w:pPr>
      <w:r w:rsidRPr="00D27D00">
        <w:t xml:space="preserve">Email </w:t>
      </w:r>
      <w:r w:rsidRPr="00D27D00">
        <w:tab/>
      </w:r>
      <w:r>
        <w:t>_________________________________________</w:t>
      </w:r>
      <w:r w:rsidRPr="00D27D00">
        <w:t xml:space="preserve"> PEC </w:t>
      </w:r>
      <w:r w:rsidRPr="00470082">
        <w:rPr>
          <w:u w:val="single"/>
        </w:rPr>
        <w:t>___________________________________________</w:t>
      </w:r>
    </w:p>
    <w:p w14:paraId="0C9965E3" w14:textId="77777777" w:rsidR="00470082" w:rsidRDefault="00470082" w:rsidP="00FE1FD2">
      <w:pPr>
        <w:pStyle w:val="Paragrafoelenco"/>
        <w:numPr>
          <w:ilvl w:val="0"/>
          <w:numId w:val="16"/>
        </w:numPr>
        <w:tabs>
          <w:tab w:val="clear" w:pos="567"/>
          <w:tab w:val="clear" w:pos="4820"/>
          <w:tab w:val="center" w:pos="709"/>
        </w:tabs>
        <w:spacing w:line="480" w:lineRule="auto"/>
      </w:pPr>
      <w:r>
        <w:lastRenderedPageBreak/>
        <w:t>______</w:t>
      </w:r>
      <w:r w:rsidRPr="00D27D00">
        <w:t>_________________________</w:t>
      </w:r>
      <w:r>
        <w:t>______</w:t>
      </w:r>
      <w:r w:rsidRPr="00D27D00">
        <w:t xml:space="preserve">___________ nato/a </w:t>
      </w:r>
      <w:proofErr w:type="spellStart"/>
      <w:r w:rsidRPr="00D27D00">
        <w:t>a</w:t>
      </w:r>
      <w:proofErr w:type="spellEnd"/>
      <w:r w:rsidRPr="00D27D00">
        <w:t xml:space="preserve"> _</w:t>
      </w:r>
      <w:r>
        <w:t>__</w:t>
      </w:r>
      <w:r w:rsidRPr="00D27D00">
        <w:t>_______</w:t>
      </w:r>
      <w:r>
        <w:t>__</w:t>
      </w:r>
      <w:r w:rsidRPr="00D27D00">
        <w:t>______________ (Prov. ____) il _</w:t>
      </w:r>
      <w:r>
        <w:t>__</w:t>
      </w:r>
      <w:r w:rsidRPr="00D27D00">
        <w:t>________</w:t>
      </w:r>
      <w:r>
        <w:t>_____</w:t>
      </w:r>
      <w:r w:rsidRPr="00D27D00">
        <w:t>______, Codice Fiscale __</w:t>
      </w:r>
      <w:r>
        <w:t>_________________</w:t>
      </w:r>
      <w:r w:rsidRPr="00D27D00">
        <w:t>____________________________, residente a ______</w:t>
      </w:r>
      <w:r>
        <w:t>______________________________________________________</w:t>
      </w:r>
      <w:r w:rsidRPr="00D27D00">
        <w:t xml:space="preserve">___________ in via/Piazza _______________________________________________________ n. ______ (CAP ____________), </w:t>
      </w:r>
      <w:r>
        <w:t>i</w:t>
      </w:r>
      <w:r w:rsidRPr="00470082">
        <w:t>n qualità di titolare - legale rappr</w:t>
      </w:r>
      <w:r>
        <w:t>esentante</w:t>
      </w:r>
      <w:r w:rsidRPr="00470082">
        <w:t xml:space="preserve"> dell’impresa </w:t>
      </w:r>
      <w:r w:rsidRPr="00D27D00">
        <w:t>__</w:t>
      </w:r>
      <w:r>
        <w:t>_________</w:t>
      </w:r>
      <w:r w:rsidRPr="00D27D00">
        <w:t>_____</w:t>
      </w:r>
      <w:r>
        <w:t>_</w:t>
      </w:r>
      <w:r w:rsidRPr="00D27D00">
        <w:t>__________________________________, con sede legale in ___</w:t>
      </w:r>
      <w:r>
        <w:t>______</w:t>
      </w:r>
      <w:r w:rsidRPr="00D27D00">
        <w:t>______________________________________________ (Prov. ____) via/Piazza ______________</w:t>
      </w:r>
      <w:r>
        <w:t>______</w:t>
      </w:r>
      <w:r w:rsidRPr="00D27D00">
        <w:t>____________________________________________ n. ______ (CAP ____________), partita IVA</w:t>
      </w:r>
      <w:r>
        <w:t xml:space="preserve"> _</w:t>
      </w:r>
      <w:r w:rsidRPr="00D27D00">
        <w:t>_</w:t>
      </w:r>
      <w:r>
        <w:t>______</w:t>
      </w:r>
      <w:r w:rsidRPr="00D27D00">
        <w:t>__</w:t>
      </w:r>
      <w:r>
        <w:t>__</w:t>
      </w:r>
      <w:r w:rsidRPr="00D27D00">
        <w:t>_________</w:t>
      </w:r>
      <w:r>
        <w:t xml:space="preserve">____________ </w:t>
      </w:r>
      <w:r w:rsidRPr="00D27D00">
        <w:t xml:space="preserve">Codice Fiscale </w:t>
      </w:r>
      <w:r>
        <w:t>_________________________</w:t>
      </w:r>
      <w:r w:rsidRPr="00D27D00">
        <w:t xml:space="preserve">__________, telefono </w:t>
      </w:r>
      <w:r>
        <w:t>______________________</w:t>
      </w:r>
      <w:r w:rsidRPr="00D27D00">
        <w:t>________________ fax ___</w:t>
      </w:r>
      <w:r>
        <w:t>____________________________</w:t>
      </w:r>
      <w:r w:rsidRPr="00D27D00">
        <w:t>__</w:t>
      </w:r>
      <w:r>
        <w:t>_</w:t>
      </w:r>
      <w:r w:rsidRPr="00D27D00">
        <w:t xml:space="preserve">__________ </w:t>
      </w:r>
    </w:p>
    <w:p w14:paraId="73E67992" w14:textId="77777777" w:rsidR="00470082" w:rsidRDefault="00470082" w:rsidP="00470082">
      <w:pPr>
        <w:pStyle w:val="Paragrafoelenco"/>
        <w:numPr>
          <w:ilvl w:val="0"/>
          <w:numId w:val="0"/>
        </w:numPr>
        <w:tabs>
          <w:tab w:val="clear" w:pos="4820"/>
        </w:tabs>
        <w:spacing w:line="480" w:lineRule="auto"/>
        <w:ind w:left="720"/>
        <w:rPr>
          <w:u w:val="single"/>
        </w:rPr>
      </w:pPr>
      <w:r w:rsidRPr="00D27D00">
        <w:t xml:space="preserve">Email </w:t>
      </w:r>
      <w:r w:rsidRPr="00D27D00">
        <w:tab/>
      </w:r>
      <w:r>
        <w:t>_________________________________________</w:t>
      </w:r>
      <w:r w:rsidRPr="00D27D00">
        <w:t xml:space="preserve"> PEC </w:t>
      </w:r>
      <w:r w:rsidRPr="00470082">
        <w:rPr>
          <w:u w:val="single"/>
        </w:rPr>
        <w:t>___________________________________________</w:t>
      </w:r>
    </w:p>
    <w:p w14:paraId="1315B2D4" w14:textId="77777777" w:rsidR="00470082" w:rsidRDefault="00470082" w:rsidP="00470082">
      <w:pPr>
        <w:pStyle w:val="Paragrafoelenco"/>
        <w:numPr>
          <w:ilvl w:val="0"/>
          <w:numId w:val="16"/>
        </w:numPr>
        <w:tabs>
          <w:tab w:val="clear" w:pos="4820"/>
        </w:tabs>
        <w:spacing w:line="480" w:lineRule="auto"/>
      </w:pPr>
      <w:r>
        <w:t>______</w:t>
      </w:r>
      <w:r w:rsidRPr="00D27D00">
        <w:t>_________________________</w:t>
      </w:r>
      <w:r>
        <w:t>______</w:t>
      </w:r>
      <w:r w:rsidRPr="00D27D00">
        <w:t xml:space="preserve">___________ nato/a </w:t>
      </w:r>
      <w:proofErr w:type="spellStart"/>
      <w:r w:rsidRPr="00D27D00">
        <w:t>a</w:t>
      </w:r>
      <w:proofErr w:type="spellEnd"/>
      <w:r w:rsidRPr="00D27D00">
        <w:t xml:space="preserve"> _</w:t>
      </w:r>
      <w:r>
        <w:t>__</w:t>
      </w:r>
      <w:r w:rsidRPr="00D27D00">
        <w:t>_______</w:t>
      </w:r>
      <w:r>
        <w:t>__</w:t>
      </w:r>
      <w:r w:rsidRPr="00D27D00">
        <w:t>______________ (Prov. ____) il _</w:t>
      </w:r>
      <w:r>
        <w:t>__</w:t>
      </w:r>
      <w:r w:rsidRPr="00D27D00">
        <w:t>________</w:t>
      </w:r>
      <w:r>
        <w:t>_____</w:t>
      </w:r>
      <w:r w:rsidRPr="00D27D00">
        <w:t>______, Codice Fiscale __</w:t>
      </w:r>
      <w:r>
        <w:t>_________________</w:t>
      </w:r>
      <w:r w:rsidRPr="00D27D00">
        <w:t>____________________________, residente a ______</w:t>
      </w:r>
      <w:r>
        <w:t>______________________________________________________</w:t>
      </w:r>
      <w:r w:rsidRPr="00D27D00">
        <w:t xml:space="preserve">___________ in via/Piazza _______________________________________________________ n. ______ (CAP ____________), </w:t>
      </w:r>
      <w:r>
        <w:t>i</w:t>
      </w:r>
      <w:r w:rsidRPr="00470082">
        <w:t>n qualità di titolare - legale rappr</w:t>
      </w:r>
      <w:r>
        <w:t>esentante</w:t>
      </w:r>
      <w:r w:rsidRPr="00470082">
        <w:t xml:space="preserve"> dell’impresa </w:t>
      </w:r>
      <w:r w:rsidRPr="00D27D00">
        <w:t>__</w:t>
      </w:r>
      <w:r>
        <w:t>_________</w:t>
      </w:r>
      <w:r w:rsidRPr="00D27D00">
        <w:t>_____</w:t>
      </w:r>
      <w:r>
        <w:t>_</w:t>
      </w:r>
      <w:r w:rsidRPr="00D27D00">
        <w:t>__________________________________, con sede legale in ___</w:t>
      </w:r>
      <w:r>
        <w:t>______</w:t>
      </w:r>
      <w:r w:rsidRPr="00D27D00">
        <w:t>______________________________________________ (Prov. ____) via/Piazza ______________</w:t>
      </w:r>
      <w:r>
        <w:t>______</w:t>
      </w:r>
      <w:r w:rsidRPr="00D27D00">
        <w:t>____________________________________________ n. ______ (CAP ____________), partita IVA</w:t>
      </w:r>
      <w:r>
        <w:t xml:space="preserve"> _</w:t>
      </w:r>
      <w:r w:rsidRPr="00D27D00">
        <w:t>_</w:t>
      </w:r>
      <w:r>
        <w:t>______</w:t>
      </w:r>
      <w:r w:rsidRPr="00D27D00">
        <w:t>__</w:t>
      </w:r>
      <w:r>
        <w:t>__</w:t>
      </w:r>
      <w:r w:rsidRPr="00D27D00">
        <w:t>_________</w:t>
      </w:r>
      <w:r>
        <w:t xml:space="preserve">____________ </w:t>
      </w:r>
      <w:r w:rsidRPr="00D27D00">
        <w:t xml:space="preserve">Codice Fiscale </w:t>
      </w:r>
      <w:r>
        <w:t>_________________________</w:t>
      </w:r>
      <w:r w:rsidRPr="00D27D00">
        <w:t xml:space="preserve">__________, telefono </w:t>
      </w:r>
      <w:r>
        <w:t>______________________</w:t>
      </w:r>
      <w:r w:rsidRPr="00D27D00">
        <w:t>________________ fax ___</w:t>
      </w:r>
      <w:r>
        <w:t>____________________________</w:t>
      </w:r>
      <w:r w:rsidRPr="00D27D00">
        <w:t>__</w:t>
      </w:r>
      <w:r>
        <w:t>_</w:t>
      </w:r>
      <w:r w:rsidRPr="00D27D00">
        <w:t xml:space="preserve">__________ </w:t>
      </w:r>
    </w:p>
    <w:p w14:paraId="427A1D65" w14:textId="77777777" w:rsidR="00470082" w:rsidRDefault="00470082" w:rsidP="00470082">
      <w:pPr>
        <w:pStyle w:val="Paragrafoelenco"/>
        <w:numPr>
          <w:ilvl w:val="0"/>
          <w:numId w:val="0"/>
        </w:numPr>
        <w:tabs>
          <w:tab w:val="clear" w:pos="4820"/>
        </w:tabs>
        <w:spacing w:line="480" w:lineRule="auto"/>
        <w:ind w:left="720"/>
        <w:rPr>
          <w:u w:val="single"/>
        </w:rPr>
      </w:pPr>
      <w:r w:rsidRPr="00D27D00">
        <w:t xml:space="preserve">Email </w:t>
      </w:r>
      <w:r w:rsidRPr="00D27D00">
        <w:tab/>
      </w:r>
      <w:r>
        <w:t>_________________________________________</w:t>
      </w:r>
      <w:r w:rsidRPr="00D27D00">
        <w:t xml:space="preserve"> PEC </w:t>
      </w:r>
      <w:r w:rsidRPr="00470082">
        <w:rPr>
          <w:u w:val="single"/>
        </w:rPr>
        <w:t>___________________________________________</w:t>
      </w:r>
    </w:p>
    <w:p w14:paraId="61C6963D" w14:textId="77777777" w:rsidR="00AC4368" w:rsidRDefault="00145FFA" w:rsidP="0097206F">
      <w:pPr>
        <w:pStyle w:val="Paragrafoelenco"/>
        <w:numPr>
          <w:ilvl w:val="0"/>
          <w:numId w:val="15"/>
        </w:numPr>
        <w:spacing w:line="240" w:lineRule="auto"/>
        <w:ind w:left="284" w:hanging="284"/>
      </w:pPr>
      <w:r w:rsidRPr="00D27D00">
        <w:t>consapevole delle sanzioni penali per le ipotesi di falsità in atti e di dichiarazioni mendaci e della conseguente decadenza dai benefici di cui agli art. 75 e 76 del D.P.R. 28 dicembre 2000, n. 445;</w:t>
      </w:r>
    </w:p>
    <w:p w14:paraId="1A7E873E" w14:textId="77777777" w:rsidR="00145FFA" w:rsidRPr="00D27D00" w:rsidRDefault="00145FFA" w:rsidP="0097206F">
      <w:pPr>
        <w:pStyle w:val="Paragrafoelenco"/>
        <w:numPr>
          <w:ilvl w:val="0"/>
          <w:numId w:val="15"/>
        </w:numPr>
        <w:spacing w:line="240" w:lineRule="auto"/>
        <w:ind w:left="284" w:hanging="284"/>
      </w:pPr>
      <w:r w:rsidRPr="00D27D00">
        <w:t>a conoscenza del fatto che saranno effettuati controlli anche a campione sulla veridicità delle dichiarazioni rese;</w:t>
      </w:r>
    </w:p>
    <w:p w14:paraId="03170A47" w14:textId="77777777" w:rsidR="00145FFA" w:rsidRPr="00412A3C" w:rsidRDefault="00145FFA" w:rsidP="0097206F">
      <w:pPr>
        <w:pStyle w:val="Titolo4"/>
      </w:pPr>
      <w:r w:rsidRPr="00412A3C">
        <w:t>DICHIARA</w:t>
      </w:r>
      <w:r w:rsidR="00FE1FD2">
        <w:t>NO</w:t>
      </w:r>
    </w:p>
    <w:p w14:paraId="25F1F47A" w14:textId="77777777" w:rsidR="00FE1FD2" w:rsidRPr="00FE1FD2" w:rsidRDefault="00FE1FD2" w:rsidP="00FE1FD2">
      <w:pPr>
        <w:pStyle w:val="Testonotadichiusura"/>
        <w:numPr>
          <w:ilvl w:val="0"/>
          <w:numId w:val="15"/>
        </w:numPr>
        <w:spacing w:before="120" w:line="360" w:lineRule="auto"/>
        <w:ind w:left="567"/>
        <w:rPr>
          <w:rFonts w:eastAsia="TimesNewRomanPSMT" w:cs="Times New Roman"/>
        </w:rPr>
      </w:pPr>
      <w:r w:rsidRPr="00FE1FD2">
        <w:rPr>
          <w:rFonts w:eastAsia="TimesNewRomanPSMT" w:cs="Times New Roman"/>
        </w:rPr>
        <w:t xml:space="preserve">di impegnarsi, in caso di concessione, a costituirsi, con atto notarile,  in ATI/ATS e a conferire mandato collettivo speciale con poteri di rappresentanza di tutto il partenariato al seguente soggetto: </w:t>
      </w:r>
      <w:r>
        <w:rPr>
          <w:rFonts w:eastAsia="TimesNewRomanPSMT" w:cs="Times New Roman"/>
        </w:rPr>
        <w:t>________________________________________________________________________________</w:t>
      </w:r>
      <w:r w:rsidRPr="00FE1FD2">
        <w:rPr>
          <w:rFonts w:eastAsia="TimesNewRomanPSMT" w:cs="Times New Roman"/>
        </w:rPr>
        <w:t xml:space="preserve">, in qualità di </w:t>
      </w:r>
      <w:r w:rsidRPr="00FE1FD2">
        <w:rPr>
          <w:rFonts w:eastAsia="TimesNewRomanPSMT" w:cs="Times New Roman"/>
        </w:rPr>
        <w:lastRenderedPageBreak/>
        <w:t>capofila, ai fini della presentazione della domanda di sostegno per la tipologia di intervento 16.4, della/delle domande di pagamento e per qualsiasi altra rappresentanza nei confronti della Regione Campania, in nome e per conto di tutto il partenariato, ai sensi di quanto previsto dal bando di attuazione;</w:t>
      </w:r>
    </w:p>
    <w:p w14:paraId="4E3CA604" w14:textId="77777777" w:rsidR="00FE1FD2" w:rsidRPr="00FE1FD2" w:rsidRDefault="00FE1FD2" w:rsidP="00FE1FD2">
      <w:pPr>
        <w:pStyle w:val="Testonotadichiusura"/>
        <w:numPr>
          <w:ilvl w:val="0"/>
          <w:numId w:val="15"/>
        </w:numPr>
        <w:spacing w:before="120" w:line="360" w:lineRule="auto"/>
        <w:ind w:left="567"/>
        <w:rPr>
          <w:rFonts w:eastAsia="TimesNewRomanPSMT" w:cs="Times New Roman"/>
        </w:rPr>
      </w:pPr>
      <w:r w:rsidRPr="00FE1FD2">
        <w:rPr>
          <w:rFonts w:eastAsia="TimesNewRomanPSMT" w:cs="Times New Roman"/>
        </w:rPr>
        <w:t xml:space="preserve">di impegnarsi altresì a non modificare la composizione dell’ATI/ATS da costituirsi, salvo nei casi di forza maggiore e circostanze eccezionali, sulla base del presente impegno ed a perfezionare in tempo utile il mandato, ai sensi di quanto previsto dal bando di attuazione; </w:t>
      </w:r>
    </w:p>
    <w:p w14:paraId="07B9D30E" w14:textId="77777777" w:rsidR="00FE1FD2" w:rsidRPr="00FE1FD2" w:rsidRDefault="00FE1FD2" w:rsidP="00FE1FD2">
      <w:pPr>
        <w:pStyle w:val="Testonotadichiusura"/>
        <w:numPr>
          <w:ilvl w:val="0"/>
          <w:numId w:val="15"/>
        </w:numPr>
        <w:spacing w:before="120" w:line="360" w:lineRule="auto"/>
        <w:ind w:left="567"/>
        <w:rPr>
          <w:rFonts w:eastAsia="TimesNewRomanPSMT" w:cs="Times New Roman"/>
        </w:rPr>
      </w:pPr>
      <w:r w:rsidRPr="00FE1FD2">
        <w:rPr>
          <w:rFonts w:eastAsia="TimesNewRomanPSMT" w:cs="Times New Roman"/>
        </w:rPr>
        <w:t>che detto ATI/ATS è composto da:</w:t>
      </w:r>
    </w:p>
    <w:p w14:paraId="7EE26D44" w14:textId="77777777" w:rsidR="00FE1FD2" w:rsidRDefault="00FE1FD2" w:rsidP="00FE1FD2">
      <w:pPr>
        <w:pStyle w:val="Testonotadichiusura"/>
        <w:numPr>
          <w:ilvl w:val="0"/>
          <w:numId w:val="18"/>
        </w:numPr>
        <w:tabs>
          <w:tab w:val="clear" w:pos="567"/>
          <w:tab w:val="center" w:pos="851"/>
        </w:tabs>
        <w:spacing w:before="120" w:line="480" w:lineRule="auto"/>
        <w:ind w:left="851" w:hanging="567"/>
        <w:rPr>
          <w:rFonts w:eastAsia="TimesNewRomanPSMT" w:cs="Times New Roman"/>
        </w:rPr>
      </w:pPr>
      <w:r w:rsidRPr="00FE1FD2">
        <w:rPr>
          <w:rFonts w:eastAsia="TimesNewRomanPSMT" w:cs="Times New Roman"/>
        </w:rPr>
        <w:t>_______________________________________________________________________________ MANDATARIA, che avrà una percentuale di partecipazione pari al _______% ed eseguirà le seguenti parti della fornitura/del servizio: _________________________________________________________________________</w:t>
      </w:r>
    </w:p>
    <w:p w14:paraId="4F86B7D9" w14:textId="77777777" w:rsidR="00FE1FD2" w:rsidRDefault="00FE1FD2" w:rsidP="00FE1FD2">
      <w:pPr>
        <w:pStyle w:val="Testonotadichiusura"/>
        <w:numPr>
          <w:ilvl w:val="0"/>
          <w:numId w:val="18"/>
        </w:numPr>
        <w:tabs>
          <w:tab w:val="clear" w:pos="567"/>
          <w:tab w:val="center" w:pos="851"/>
        </w:tabs>
        <w:spacing w:before="120" w:line="480" w:lineRule="auto"/>
        <w:ind w:left="851" w:hanging="567"/>
        <w:rPr>
          <w:rFonts w:eastAsia="TimesNewRomanPSMT" w:cs="Times New Roman"/>
        </w:rPr>
      </w:pPr>
      <w:r w:rsidRPr="00FE1FD2">
        <w:rPr>
          <w:rFonts w:eastAsia="TimesNewRomanPSMT" w:cs="Times New Roman"/>
        </w:rPr>
        <w:t>________________________________________________________________________________ MANDANTE, che avrà una percentuale di partecipazione pari al _______% ed eseguirà le seguenti parti della fornitura/del servizio: ________________________________________________________________________</w:t>
      </w:r>
    </w:p>
    <w:p w14:paraId="7E47DA44" w14:textId="0994C9BB" w:rsidR="00FE1FD2" w:rsidRDefault="00FE1FD2" w:rsidP="00FE1FD2">
      <w:pPr>
        <w:pStyle w:val="Testonotadichiusura"/>
        <w:numPr>
          <w:ilvl w:val="0"/>
          <w:numId w:val="18"/>
        </w:numPr>
        <w:tabs>
          <w:tab w:val="clear" w:pos="567"/>
          <w:tab w:val="center" w:pos="851"/>
        </w:tabs>
        <w:spacing w:before="120" w:line="480" w:lineRule="auto"/>
        <w:ind w:left="851" w:hanging="567"/>
        <w:rPr>
          <w:rFonts w:eastAsia="TimesNewRomanPSMT" w:cs="Times New Roman"/>
        </w:rPr>
      </w:pPr>
      <w:r w:rsidRPr="00FE1FD2">
        <w:rPr>
          <w:rFonts w:eastAsia="TimesNewRomanPSMT" w:cs="Times New Roman"/>
        </w:rPr>
        <w:t>_________________________________________________________________________________ MANDANTE, che avrà una percentuale di partecipazione pari al _______% ed eseguirà le seguenti parti della fornitura/del servizio: _________________________________________________________________________</w:t>
      </w:r>
    </w:p>
    <w:p w14:paraId="59583688" w14:textId="77777777" w:rsidR="00706CCB" w:rsidRPr="00FE1FD2" w:rsidRDefault="00706CCB" w:rsidP="00706CCB">
      <w:pPr>
        <w:pStyle w:val="Testonotadichiusura"/>
        <w:numPr>
          <w:ilvl w:val="0"/>
          <w:numId w:val="18"/>
        </w:numPr>
        <w:tabs>
          <w:tab w:val="clear" w:pos="567"/>
          <w:tab w:val="center" w:pos="851"/>
        </w:tabs>
        <w:spacing w:before="120" w:line="480" w:lineRule="auto"/>
        <w:ind w:left="851" w:hanging="567"/>
        <w:rPr>
          <w:rFonts w:eastAsia="TimesNewRomanPSMT" w:cs="Times New Roman"/>
        </w:rPr>
      </w:pPr>
      <w:r w:rsidRPr="00FE1FD2">
        <w:rPr>
          <w:rFonts w:eastAsia="TimesNewRomanPSMT" w:cs="Times New Roman"/>
        </w:rPr>
        <w:t>_________________________________________________________________________________ MANDANTE, che avrà una percentuale di partecipazione pari al _______% ed eseguirà le seguenti parti della fornitura/del servizio: _________________________________________________________________________</w:t>
      </w:r>
    </w:p>
    <w:p w14:paraId="30503D4D" w14:textId="77777777" w:rsidR="0051070A" w:rsidRDefault="0051070A" w:rsidP="0051070A">
      <w:pPr>
        <w:pStyle w:val="COSENSOTRATTAMENTO"/>
        <w:spacing w:after="0"/>
      </w:pPr>
      <w:r>
        <w:t>CONSENSO AL TRATTAMENTO DEI DATI PERSONALI</w:t>
      </w:r>
    </w:p>
    <w:p w14:paraId="114C7D88" w14:textId="3CF6C4E8" w:rsidR="0051070A" w:rsidRDefault="0051070A" w:rsidP="0051070A">
      <w:pPr>
        <w:pStyle w:val="Testonotadichiusura"/>
        <w:rPr>
          <w:rFonts w:eastAsia="TimesNewRomanPSMT" w:cs="Times New Roman"/>
        </w:rPr>
      </w:pPr>
      <w:r w:rsidRPr="0051070A">
        <w:rPr>
          <w:rFonts w:eastAsia="TimesNewRomanPSMT" w:cs="Times New Roman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p w14:paraId="56F5FA33" w14:textId="77777777" w:rsidR="0051070A" w:rsidRPr="0051070A" w:rsidRDefault="0051070A" w:rsidP="0051070A">
      <w:pPr>
        <w:widowControl w:val="0"/>
        <w:autoSpaceDE w:val="0"/>
        <w:autoSpaceDN w:val="0"/>
        <w:adjustRightInd w:val="0"/>
        <w:spacing w:before="120" w:line="240" w:lineRule="auto"/>
        <w:ind w:left="113" w:right="-20"/>
        <w:rPr>
          <w:rFonts w:cs="Times New Roman"/>
          <w:szCs w:val="24"/>
        </w:rPr>
      </w:pPr>
      <w:r w:rsidRPr="0051070A">
        <w:rPr>
          <w:rFonts w:cs="Times New Roman"/>
          <w:spacing w:val="-3"/>
          <w:szCs w:val="24"/>
        </w:rPr>
        <w:t>L</w:t>
      </w:r>
      <w:r w:rsidRPr="0051070A">
        <w:rPr>
          <w:rFonts w:cs="Times New Roman"/>
          <w:szCs w:val="24"/>
        </w:rPr>
        <w:t>u</w:t>
      </w:r>
      <w:r w:rsidRPr="0051070A">
        <w:rPr>
          <w:rFonts w:cs="Times New Roman"/>
          <w:spacing w:val="2"/>
          <w:szCs w:val="24"/>
        </w:rPr>
        <w:t>o</w:t>
      </w:r>
      <w:r w:rsidRPr="0051070A">
        <w:rPr>
          <w:rFonts w:cs="Times New Roman"/>
          <w:spacing w:val="-2"/>
          <w:szCs w:val="24"/>
        </w:rPr>
        <w:t>g</w:t>
      </w:r>
      <w:r w:rsidRPr="0051070A">
        <w:rPr>
          <w:rFonts w:cs="Times New Roman"/>
          <w:szCs w:val="24"/>
        </w:rPr>
        <w:t>o e</w:t>
      </w:r>
      <w:r w:rsidRPr="0051070A">
        <w:rPr>
          <w:rFonts w:cs="Times New Roman"/>
          <w:spacing w:val="1"/>
          <w:szCs w:val="24"/>
        </w:rPr>
        <w:t xml:space="preserve"> </w:t>
      </w:r>
      <w:r w:rsidRPr="0051070A">
        <w:rPr>
          <w:rFonts w:cs="Times New Roman"/>
          <w:szCs w:val="24"/>
        </w:rPr>
        <w:t>d</w:t>
      </w:r>
      <w:r w:rsidRPr="0051070A">
        <w:rPr>
          <w:rFonts w:cs="Times New Roman"/>
          <w:spacing w:val="-1"/>
          <w:szCs w:val="24"/>
        </w:rPr>
        <w:t>a</w:t>
      </w:r>
      <w:r w:rsidRPr="0051070A">
        <w:rPr>
          <w:rFonts w:cs="Times New Roman"/>
          <w:szCs w:val="24"/>
        </w:rPr>
        <w:t>ta, ………</w:t>
      </w:r>
      <w:r w:rsidRPr="0051070A">
        <w:rPr>
          <w:rFonts w:cs="Times New Roman"/>
          <w:spacing w:val="2"/>
          <w:szCs w:val="24"/>
        </w:rPr>
        <w:t>…</w:t>
      </w:r>
      <w:r w:rsidRPr="0051070A">
        <w:rPr>
          <w:rFonts w:cs="Times New Roman"/>
          <w:szCs w:val="24"/>
        </w:rPr>
        <w:t>……….</w:t>
      </w:r>
    </w:p>
    <w:p w14:paraId="358C5DC5" w14:textId="77777777" w:rsidR="0051070A" w:rsidRPr="00706CCB" w:rsidRDefault="0051070A" w:rsidP="0051070A">
      <w:pPr>
        <w:ind w:left="4820"/>
        <w:jc w:val="center"/>
        <w:rPr>
          <w:rFonts w:cs="Times New Roman"/>
        </w:rPr>
      </w:pPr>
      <w:r w:rsidRPr="00706CCB">
        <w:rPr>
          <w:rFonts w:cs="Times New Roman"/>
        </w:rPr>
        <w:lastRenderedPageBreak/>
        <w:t>Timbro e firma</w:t>
      </w:r>
      <w:r w:rsidRPr="00706CCB">
        <w:rPr>
          <w:rStyle w:val="Rimandonotaapidipagina"/>
          <w:rFonts w:cs="Times New Roman"/>
        </w:rPr>
        <w:footnoteReference w:id="1"/>
      </w:r>
    </w:p>
    <w:p w14:paraId="64F624A8" w14:textId="5A615758" w:rsidR="0051070A" w:rsidRDefault="0051070A" w:rsidP="00706CCB">
      <w:pPr>
        <w:spacing w:before="720"/>
        <w:ind w:left="4820"/>
        <w:jc w:val="center"/>
        <w:rPr>
          <w:rFonts w:ascii="Tw Cen MT" w:hAnsi="Tw Cen MT" w:cs="Times New Roman"/>
          <w:sz w:val="24"/>
          <w:szCs w:val="24"/>
        </w:rPr>
      </w:pPr>
      <w:r>
        <w:rPr>
          <w:rFonts w:ascii="Tw Cen MT" w:hAnsi="Tw Cen MT" w:cs="Times New Roman"/>
          <w:sz w:val="24"/>
          <w:szCs w:val="24"/>
        </w:rPr>
        <w:t>________________________________________</w:t>
      </w:r>
    </w:p>
    <w:p w14:paraId="65D84219" w14:textId="383A118C" w:rsidR="00706CCB" w:rsidRPr="00706CCB" w:rsidRDefault="00706CCB" w:rsidP="00706CCB">
      <w:pPr>
        <w:ind w:left="4820"/>
        <w:jc w:val="center"/>
        <w:rPr>
          <w:rFonts w:cs="Times New Roman"/>
        </w:rPr>
      </w:pPr>
      <w:r w:rsidRPr="00706CCB">
        <w:rPr>
          <w:rFonts w:cs="Times New Roman"/>
        </w:rPr>
        <w:t>Timbro e firma</w:t>
      </w:r>
    </w:p>
    <w:p w14:paraId="346C94B8" w14:textId="77777777" w:rsidR="00706CCB" w:rsidRPr="0003749B" w:rsidRDefault="00706CCB" w:rsidP="00706CCB">
      <w:pPr>
        <w:spacing w:before="720"/>
        <w:ind w:left="4820"/>
        <w:jc w:val="center"/>
        <w:rPr>
          <w:rFonts w:ascii="Tw Cen MT" w:hAnsi="Tw Cen MT" w:cs="Times New Roman"/>
          <w:sz w:val="24"/>
          <w:szCs w:val="24"/>
        </w:rPr>
      </w:pPr>
      <w:r>
        <w:rPr>
          <w:rFonts w:ascii="Tw Cen MT" w:hAnsi="Tw Cen MT" w:cs="Times New Roman"/>
          <w:sz w:val="24"/>
          <w:szCs w:val="24"/>
        </w:rPr>
        <w:t>________________________________________</w:t>
      </w:r>
    </w:p>
    <w:p w14:paraId="26BFFF14" w14:textId="2830E29D" w:rsidR="00706CCB" w:rsidRPr="00706CCB" w:rsidRDefault="00706CCB" w:rsidP="00706CCB">
      <w:pPr>
        <w:ind w:left="4820"/>
        <w:jc w:val="center"/>
        <w:rPr>
          <w:rFonts w:cs="Times New Roman"/>
        </w:rPr>
      </w:pPr>
      <w:r w:rsidRPr="00706CCB">
        <w:rPr>
          <w:rFonts w:cs="Times New Roman"/>
        </w:rPr>
        <w:t>Timbro e firma</w:t>
      </w:r>
    </w:p>
    <w:p w14:paraId="2EA9663A" w14:textId="77777777" w:rsidR="00706CCB" w:rsidRPr="0003749B" w:rsidRDefault="00706CCB" w:rsidP="00706CCB">
      <w:pPr>
        <w:spacing w:before="720"/>
        <w:ind w:left="4820"/>
        <w:jc w:val="center"/>
        <w:rPr>
          <w:rFonts w:ascii="Tw Cen MT" w:hAnsi="Tw Cen MT" w:cs="Times New Roman"/>
          <w:sz w:val="24"/>
          <w:szCs w:val="24"/>
        </w:rPr>
      </w:pPr>
      <w:r>
        <w:rPr>
          <w:rFonts w:ascii="Tw Cen MT" w:hAnsi="Tw Cen MT" w:cs="Times New Roman"/>
          <w:sz w:val="24"/>
          <w:szCs w:val="24"/>
        </w:rPr>
        <w:t>________________________________________</w:t>
      </w:r>
    </w:p>
    <w:p w14:paraId="705B24FF" w14:textId="76726764" w:rsidR="00706CCB" w:rsidRPr="00706CCB" w:rsidRDefault="00706CCB" w:rsidP="00706CCB">
      <w:pPr>
        <w:ind w:left="4820"/>
        <w:jc w:val="center"/>
        <w:rPr>
          <w:rFonts w:cs="Times New Roman"/>
        </w:rPr>
      </w:pPr>
      <w:r w:rsidRPr="00706CCB">
        <w:rPr>
          <w:rFonts w:cs="Times New Roman"/>
        </w:rPr>
        <w:t>Timbro e firma</w:t>
      </w:r>
    </w:p>
    <w:p w14:paraId="73A744EB" w14:textId="77777777" w:rsidR="00706CCB" w:rsidRPr="0003749B" w:rsidRDefault="00706CCB" w:rsidP="00706CCB">
      <w:pPr>
        <w:spacing w:before="720"/>
        <w:ind w:left="4820"/>
        <w:jc w:val="center"/>
        <w:rPr>
          <w:rFonts w:ascii="Tw Cen MT" w:hAnsi="Tw Cen MT" w:cs="Times New Roman"/>
          <w:sz w:val="24"/>
          <w:szCs w:val="24"/>
        </w:rPr>
      </w:pPr>
      <w:r>
        <w:rPr>
          <w:rFonts w:ascii="Tw Cen MT" w:hAnsi="Tw Cen MT" w:cs="Times New Roman"/>
          <w:sz w:val="24"/>
          <w:szCs w:val="24"/>
        </w:rPr>
        <w:t>________________________________________</w:t>
      </w:r>
    </w:p>
    <w:sectPr w:rsidR="00706CCB" w:rsidRPr="0003749B" w:rsidSect="0097206F">
      <w:headerReference w:type="default" r:id="rId7"/>
      <w:footerReference w:type="default" r:id="rId8"/>
      <w:pgSz w:w="11906" w:h="16838"/>
      <w:pgMar w:top="1418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4EF80" w14:textId="77777777" w:rsidR="00797198" w:rsidRDefault="00797198" w:rsidP="00D27D00">
      <w:r>
        <w:separator/>
      </w:r>
    </w:p>
  </w:endnote>
  <w:endnote w:type="continuationSeparator" w:id="0">
    <w:p w14:paraId="0A53C3B1" w14:textId="77777777" w:rsidR="00797198" w:rsidRDefault="00797198" w:rsidP="00D2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8D1C" w14:textId="77777777" w:rsidR="00C12471" w:rsidRPr="006867B9" w:rsidRDefault="00706CCB" w:rsidP="00D27D00">
    <w:pPr>
      <w:pStyle w:val="Pidipagina"/>
      <w:rPr>
        <w:rStyle w:val="Collegamentoipertestuale"/>
      </w:rPr>
    </w:pPr>
    <w:hyperlink r:id="rId1" w:history="1">
      <w:r w:rsidR="003D4EFC" w:rsidRPr="006867B9">
        <w:rPr>
          <w:rStyle w:val="Collegamentoipertestuale"/>
        </w:rPr>
        <w:t>www.galcollinesalernitane.it</w:t>
      </w:r>
    </w:hyperlink>
  </w:p>
  <w:p w14:paraId="0B693E1F" w14:textId="77777777" w:rsidR="003D4EFC" w:rsidRPr="006867B9" w:rsidRDefault="003D4EFC" w:rsidP="00D27D00">
    <w:pPr>
      <w:pStyle w:val="Pidipagina"/>
    </w:pPr>
    <w:r w:rsidRPr="006867B9">
      <w:t xml:space="preserve">mail: </w:t>
    </w:r>
    <w:hyperlink r:id="rId2" w:history="1">
      <w:r w:rsidRPr="006867B9">
        <w:rPr>
          <w:rStyle w:val="Collegamentoipertestuale"/>
        </w:rPr>
        <w:t>segreteria@galcollinesalernitane.it</w:t>
      </w:r>
    </w:hyperlink>
    <w:r w:rsidR="00C12471" w:rsidRPr="006867B9">
      <w:rPr>
        <w:rStyle w:val="Collegamentoipertestuale"/>
        <w:color w:val="auto"/>
        <w:u w:val="none"/>
      </w:rPr>
      <w:t xml:space="preserve"> </w:t>
    </w:r>
    <w:r w:rsidR="00C12471" w:rsidRPr="006867B9">
      <w:rPr>
        <w:rStyle w:val="Collegamentoipertestuale"/>
        <w:color w:val="auto"/>
        <w:u w:val="none"/>
      </w:rPr>
      <w:noBreakHyphen/>
      <w:t xml:space="preserve"> </w:t>
    </w:r>
    <w:r w:rsidRPr="006867B9">
      <w:t xml:space="preserve"> </w:t>
    </w:r>
    <w:hyperlink r:id="rId3" w:history="1">
      <w:r w:rsidRPr="006867B9">
        <w:rPr>
          <w:rStyle w:val="Collegamentoipertestuale"/>
        </w:rPr>
        <w:t>info@galcollinesalernitane.it</w:t>
      </w:r>
    </w:hyperlink>
    <w:r w:rsidRPr="006867B9">
      <w:t>;</w:t>
    </w:r>
  </w:p>
  <w:p w14:paraId="5F80E1A8" w14:textId="77777777" w:rsidR="00C12471" w:rsidRPr="006867B9" w:rsidRDefault="003D4EFC" w:rsidP="00D27D00">
    <w:pPr>
      <w:pStyle w:val="Pidipagina"/>
    </w:pPr>
    <w:proofErr w:type="spellStart"/>
    <w:r w:rsidRPr="006867B9">
      <w:t>pec</w:t>
    </w:r>
    <w:proofErr w:type="spellEnd"/>
    <w:r w:rsidRPr="006867B9">
      <w:t xml:space="preserve">: </w:t>
    </w:r>
    <w:r w:rsidRPr="006867B9">
      <w:rPr>
        <w:rStyle w:val="Collegamentoipertestuale"/>
      </w:rPr>
      <w:t>info@pec.</w:t>
    </w:r>
    <w:hyperlink r:id="rId4" w:history="1">
      <w:r w:rsidRPr="006867B9">
        <w:rPr>
          <w:rStyle w:val="Collegamentoipertestuale"/>
        </w:rPr>
        <w:t>galcollinesalernitane.it</w:t>
      </w:r>
    </w:hyperlink>
    <w:r w:rsidRPr="006867B9">
      <w:t>;</w:t>
    </w:r>
  </w:p>
  <w:p w14:paraId="6E5DE549" w14:textId="77777777" w:rsidR="003D4EFC" w:rsidRPr="006867B9" w:rsidRDefault="003D4EFC" w:rsidP="00D27D00">
    <w:pPr>
      <w:pStyle w:val="Pidipagina"/>
    </w:pPr>
    <w:r w:rsidRPr="006867B9">
      <w:t>tel. 089 866 793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96251" w14:textId="77777777" w:rsidR="00797198" w:rsidRDefault="00797198" w:rsidP="00D27D00">
      <w:r>
        <w:separator/>
      </w:r>
    </w:p>
  </w:footnote>
  <w:footnote w:type="continuationSeparator" w:id="0">
    <w:p w14:paraId="51F807D9" w14:textId="77777777" w:rsidR="00797198" w:rsidRDefault="00797198" w:rsidP="00D27D00">
      <w:r>
        <w:continuationSeparator/>
      </w:r>
    </w:p>
  </w:footnote>
  <w:footnote w:id="1">
    <w:p w14:paraId="51E935EB" w14:textId="77777777" w:rsidR="0051070A" w:rsidRDefault="0051070A" w:rsidP="0051070A">
      <w:r>
        <w:rPr>
          <w:rStyle w:val="Rimandonotaapidipagina"/>
        </w:rPr>
        <w:footnoteRef/>
      </w:r>
      <w:r w:rsidRPr="008A4408">
        <w:rPr>
          <w:rFonts w:ascii="Tw Cen MT" w:hAnsi="Tw Cen MT"/>
        </w:rPr>
        <w:t xml:space="preserve">Ai sensi e per gli effetti dell’art. 38, D.P.R. 445 del 28.12.2000 e </w:t>
      </w:r>
      <w:proofErr w:type="spellStart"/>
      <w:r w:rsidRPr="008A4408">
        <w:rPr>
          <w:rFonts w:ascii="Tw Cen MT" w:hAnsi="Tw Cen MT"/>
        </w:rPr>
        <w:t>ss.mm.ii</w:t>
      </w:r>
      <w:proofErr w:type="spellEnd"/>
      <w:r w:rsidRPr="008A4408">
        <w:rPr>
          <w:rFonts w:ascii="Tw Cen MT" w:hAnsi="Tw Cen MT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5FF6" w14:textId="77777777" w:rsidR="0051070A" w:rsidRDefault="0051070A" w:rsidP="0051070A">
    <w:pPr>
      <w:pStyle w:val="Intestazione"/>
      <w:tabs>
        <w:tab w:val="clear" w:pos="4819"/>
        <w:tab w:val="clear" w:pos="9638"/>
        <w:tab w:val="left" w:pos="2865"/>
      </w:tabs>
      <w:spacing w:before="120" w:after="120"/>
      <w:jc w:val="center"/>
      <w:rPr>
        <w:rFonts w:ascii="Tw Cen MT" w:hAnsi="Tw Cen MT"/>
      </w:rPr>
    </w:pPr>
    <w:bookmarkStart w:id="1" w:name="_Hlk111202158"/>
    <w:bookmarkStart w:id="2" w:name="_Hlk111202159"/>
    <w:r>
      <w:rPr>
        <w:rFonts w:ascii="Tw Cen MT" w:hAnsi="Tw Cen MT"/>
        <w:b/>
        <w:i/>
        <w:noProof/>
      </w:rPr>
      <w:drawing>
        <wp:inline distT="0" distB="0" distL="0" distR="0" wp14:anchorId="1D345D41" wp14:editId="686AC593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29D4762B" w14:textId="13E40F58" w:rsidR="0051070A" w:rsidRDefault="0051070A" w:rsidP="0051070A">
    <w:pPr>
      <w:pStyle w:val="Intestazione"/>
      <w:tabs>
        <w:tab w:val="clear" w:pos="4819"/>
        <w:tab w:val="clear" w:pos="9638"/>
        <w:tab w:val="left" w:pos="2865"/>
      </w:tabs>
      <w:spacing w:before="120"/>
      <w:jc w:val="center"/>
      <w:rPr>
        <w:rFonts w:ascii="Tw Cen MT" w:hAnsi="Tw Cen MT"/>
      </w:rPr>
    </w:pPr>
    <w:r w:rsidRPr="0051070A">
      <w:rPr>
        <w:rFonts w:ascii="Tw Cen MT" w:hAnsi="Tw Cen MT"/>
      </w:rPr>
      <w:t>PSR Campania 2014/2020. MISURA 19 – Sviluppo Locale di Tipo Partecipativo – LEADER.</w:t>
    </w:r>
  </w:p>
  <w:p w14:paraId="6D4EDFC4" w14:textId="2DE0F2EF" w:rsidR="0051070A" w:rsidRPr="0051070A" w:rsidRDefault="0051070A" w:rsidP="0051070A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Sottomisura 19.2. Tipologia di intervento 19.2.1 “Strategia di Sviluppo Locale”</w:t>
    </w:r>
  </w:p>
  <w:p w14:paraId="3842AEFF" w14:textId="632A97A1" w:rsidR="006F0657" w:rsidRDefault="0051070A" w:rsidP="0051070A">
    <w:pPr>
      <w:pStyle w:val="Intestazione"/>
      <w:jc w:val="center"/>
      <w:rPr>
        <w:rFonts w:ascii="Tw Cen MT" w:hAnsi="Tw Cen MT"/>
      </w:rPr>
    </w:pPr>
    <w:r w:rsidRPr="0051070A">
      <w:rPr>
        <w:rFonts w:ascii="Tw Cen MT" w:hAnsi="Tw Cen MT"/>
      </w:rPr>
      <w:t>Misura 16 Tipologia di intervento 16.4.1 “Cooperazione orizzontale e verticale per creazione, sviluppo e promozione di filiere corte e mercati locali.”.</w:t>
    </w:r>
  </w:p>
  <w:p w14:paraId="7407E5A9" w14:textId="6FFF6A5E" w:rsidR="0051070A" w:rsidRDefault="0051070A" w:rsidP="0051070A">
    <w:pPr>
      <w:pStyle w:val="Allegato"/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</w:pPr>
    <w:r w:rsidRPr="0051070A">
      <w:rPr>
        <w:rStyle w:val="Eliminato"/>
        <w:rFonts w:ascii="Century Gothic" w:hAnsi="Century Gothic" w:cs="Times New Roman"/>
        <w:strike w:val="0"/>
        <w:spacing w:val="0"/>
        <w:kern w:val="0"/>
        <w:szCs w:val="22"/>
        <w:shd w:val="clear" w:color="auto" w:fill="auto"/>
      </w:rPr>
      <w:t>Allegato n. 1</w:t>
    </w:r>
  </w:p>
  <w:p w14:paraId="34A07A15" w14:textId="77777777" w:rsidR="0051070A" w:rsidRPr="006F0657" w:rsidRDefault="0051070A" w:rsidP="0051070A">
    <w:pPr>
      <w:pStyle w:val="Allega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E0BD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4FC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E02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C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002B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10A0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414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029C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F6B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9A24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11E03"/>
    <w:multiLevelType w:val="multilevel"/>
    <w:tmpl w:val="3894E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CA02C16"/>
    <w:multiLevelType w:val="hybridMultilevel"/>
    <w:tmpl w:val="A30C99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07A87"/>
    <w:multiLevelType w:val="hybridMultilevel"/>
    <w:tmpl w:val="A4B2D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525A7"/>
    <w:multiLevelType w:val="hybridMultilevel"/>
    <w:tmpl w:val="772A0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24323"/>
    <w:multiLevelType w:val="hybridMultilevel"/>
    <w:tmpl w:val="B83423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92004"/>
    <w:multiLevelType w:val="hybridMultilevel"/>
    <w:tmpl w:val="DDF6E234"/>
    <w:lvl w:ilvl="0" w:tplc="84763B02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-Roman" w:eastAsia="Palatino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33039"/>
    <w:multiLevelType w:val="hybridMultilevel"/>
    <w:tmpl w:val="B21C4E52"/>
    <w:lvl w:ilvl="0" w:tplc="0BE231C2">
      <w:start w:val="1"/>
      <w:numFmt w:val="lowerLetter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9727F22"/>
    <w:multiLevelType w:val="hybridMultilevel"/>
    <w:tmpl w:val="1D7C7B58"/>
    <w:lvl w:ilvl="0" w:tplc="2DC8C81E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6"/>
  </w:num>
  <w:num w:numId="15">
    <w:abstractNumId w:val="18"/>
  </w:num>
  <w:num w:numId="16">
    <w:abstractNumId w:val="15"/>
  </w:num>
  <w:num w:numId="17">
    <w:abstractNumId w:val="14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82"/>
    <w:rsid w:val="00000758"/>
    <w:rsid w:val="000067E6"/>
    <w:rsid w:val="00070A50"/>
    <w:rsid w:val="00077FA5"/>
    <w:rsid w:val="000A42CF"/>
    <w:rsid w:val="001415DD"/>
    <w:rsid w:val="00145FFA"/>
    <w:rsid w:val="00253D2B"/>
    <w:rsid w:val="003439F1"/>
    <w:rsid w:val="003666DF"/>
    <w:rsid w:val="003778DA"/>
    <w:rsid w:val="003A0CAD"/>
    <w:rsid w:val="003B636E"/>
    <w:rsid w:val="003D4EFC"/>
    <w:rsid w:val="003E6CA4"/>
    <w:rsid w:val="00412A3C"/>
    <w:rsid w:val="00422B12"/>
    <w:rsid w:val="00470082"/>
    <w:rsid w:val="00491CD6"/>
    <w:rsid w:val="0049771E"/>
    <w:rsid w:val="004B6E08"/>
    <w:rsid w:val="0051070A"/>
    <w:rsid w:val="0053608A"/>
    <w:rsid w:val="00557E0D"/>
    <w:rsid w:val="005B2445"/>
    <w:rsid w:val="005C6D71"/>
    <w:rsid w:val="00647C8A"/>
    <w:rsid w:val="006867B9"/>
    <w:rsid w:val="00696AD2"/>
    <w:rsid w:val="006D39A8"/>
    <w:rsid w:val="006E719E"/>
    <w:rsid w:val="006F0657"/>
    <w:rsid w:val="00706CCB"/>
    <w:rsid w:val="007128A7"/>
    <w:rsid w:val="0079602B"/>
    <w:rsid w:val="00797198"/>
    <w:rsid w:val="007D66F1"/>
    <w:rsid w:val="00826480"/>
    <w:rsid w:val="00864382"/>
    <w:rsid w:val="008E6494"/>
    <w:rsid w:val="00955C95"/>
    <w:rsid w:val="009638F2"/>
    <w:rsid w:val="0097206F"/>
    <w:rsid w:val="00994A6D"/>
    <w:rsid w:val="009E2AFD"/>
    <w:rsid w:val="009F0F7F"/>
    <w:rsid w:val="00A864B4"/>
    <w:rsid w:val="00AB2147"/>
    <w:rsid w:val="00AC4368"/>
    <w:rsid w:val="00B22881"/>
    <w:rsid w:val="00B607CF"/>
    <w:rsid w:val="00B72E2C"/>
    <w:rsid w:val="00C12471"/>
    <w:rsid w:val="00D27D00"/>
    <w:rsid w:val="00D3247F"/>
    <w:rsid w:val="00D50423"/>
    <w:rsid w:val="00DE1516"/>
    <w:rsid w:val="00DE57ED"/>
    <w:rsid w:val="00E258A5"/>
    <w:rsid w:val="00F23F78"/>
    <w:rsid w:val="00FB7C42"/>
    <w:rsid w:val="00FD1678"/>
    <w:rsid w:val="00FE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221DEA"/>
  <w15:chartTrackingRefBased/>
  <w15:docId w15:val="{A739F4D7-086E-4BB0-B92F-DB2FD604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58A5"/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after="0" w:line="360" w:lineRule="auto"/>
      <w:jc w:val="both"/>
    </w:pPr>
    <w:rPr>
      <w:rFonts w:ascii="Century Gothic" w:hAnsi="Century Gothic" w:cs="Arial"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206F"/>
    <w:pPr>
      <w:autoSpaceDN w:val="0"/>
      <w:adjustRightInd w:val="0"/>
      <w:spacing w:line="240" w:lineRule="auto"/>
      <w:ind w:left="1134" w:hanging="1134"/>
      <w:outlineLvl w:val="0"/>
    </w:pPr>
    <w:rPr>
      <w:rFonts w:cstheme="minorBidi"/>
      <w:bCs/>
      <w:i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7206F"/>
    <w:pPr>
      <w:autoSpaceDN w:val="0"/>
      <w:adjustRightInd w:val="0"/>
      <w:spacing w:after="120" w:line="240" w:lineRule="auto"/>
      <w:ind w:left="1134"/>
      <w:outlineLvl w:val="1"/>
    </w:pPr>
    <w:rPr>
      <w:rFonts w:cstheme="minorBidi"/>
      <w:bCs/>
      <w:i/>
      <w:iCs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7206F"/>
    <w:pPr>
      <w:spacing w:after="240" w:line="240" w:lineRule="auto"/>
      <w:outlineLvl w:val="2"/>
    </w:pPr>
    <w:rPr>
      <w:b/>
    </w:rPr>
  </w:style>
  <w:style w:type="paragraph" w:styleId="Titolo4">
    <w:name w:val="heading 4"/>
    <w:basedOn w:val="Titolo"/>
    <w:next w:val="Normale"/>
    <w:link w:val="Titolo4Carattere"/>
    <w:uiPriority w:val="9"/>
    <w:unhideWhenUsed/>
    <w:qFormat/>
    <w:rsid w:val="009F0F7F"/>
    <w:p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unhideWhenUsed/>
    <w:rsid w:val="00343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37429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6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F0657"/>
    <w:pPr>
      <w:tabs>
        <w:tab w:val="clear" w:pos="4820"/>
        <w:tab w:val="clear" w:pos="9639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657"/>
  </w:style>
  <w:style w:type="paragraph" w:styleId="Pidipagina">
    <w:name w:val="footer"/>
    <w:basedOn w:val="Normale"/>
    <w:link w:val="PidipaginaCarattere"/>
    <w:uiPriority w:val="99"/>
    <w:unhideWhenUsed/>
    <w:rsid w:val="006867B9"/>
    <w:pPr>
      <w:tabs>
        <w:tab w:val="clear" w:pos="4820"/>
        <w:tab w:val="clear" w:pos="9639"/>
        <w:tab w:val="center" w:pos="4819"/>
        <w:tab w:val="right" w:pos="9638"/>
      </w:tabs>
      <w:spacing w:line="240" w:lineRule="auto"/>
      <w:jc w:val="center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67B9"/>
    <w:rPr>
      <w:rFonts w:ascii="Century Gothic" w:hAnsi="Century Gothic" w:cs="Arial"/>
      <w:sz w:val="18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D4EFC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439F1"/>
    <w:pPr>
      <w:spacing w:after="0" w:line="240" w:lineRule="auto"/>
    </w:pPr>
    <w:rPr>
      <w:rFonts w:ascii="Century Gothic" w:hAnsi="Century Gothic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206F"/>
    <w:rPr>
      <w:rFonts w:ascii="Century Gothic" w:hAnsi="Century Gothic"/>
      <w:bCs/>
      <w:i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7206F"/>
    <w:rPr>
      <w:rFonts w:ascii="Century Gothic" w:hAnsi="Century Gothic"/>
      <w:bCs/>
      <w:i/>
      <w:i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7206F"/>
    <w:rPr>
      <w:rFonts w:ascii="Century Gothic" w:hAnsi="Century Gothic" w:cs="Arial"/>
      <w:b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F0F7F"/>
    <w:rPr>
      <w:rFonts w:ascii="Century Gothic" w:hAnsi="Century Gothic"/>
      <w:b/>
    </w:rPr>
  </w:style>
  <w:style w:type="character" w:customStyle="1" w:styleId="Titolo5Carattere">
    <w:name w:val="Titolo 5 Carattere"/>
    <w:basedOn w:val="Carpredefinitoparagrafo"/>
    <w:link w:val="Titolo5"/>
    <w:uiPriority w:val="9"/>
    <w:rsid w:val="003439F1"/>
    <w:rPr>
      <w:rFonts w:asciiTheme="majorHAnsi" w:eastAsiaTheme="majorEastAsia" w:hAnsiTheme="majorHAnsi" w:cstheme="majorBidi"/>
      <w:color w:val="137429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97206F"/>
    <w:pPr>
      <w:spacing w:before="120" w:after="240" w:line="240" w:lineRule="auto"/>
      <w:contextualSpacing/>
      <w:jc w:val="center"/>
    </w:pPr>
    <w:rPr>
      <w:rFonts w:cstheme="minorBidi"/>
      <w:b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97206F"/>
    <w:rPr>
      <w:rFonts w:ascii="Century Gothic" w:hAnsi="Century Gothic"/>
      <w:b/>
    </w:rPr>
  </w:style>
  <w:style w:type="paragraph" w:styleId="Sottotitolo">
    <w:name w:val="Subtitle"/>
    <w:basedOn w:val="Titolo"/>
    <w:next w:val="Normale"/>
    <w:link w:val="SottotitoloCarattere"/>
    <w:uiPriority w:val="11"/>
    <w:qFormat/>
    <w:rsid w:val="00864382"/>
    <w:pPr>
      <w:spacing w:before="0" w:after="360"/>
    </w:pPr>
    <w:rPr>
      <w:b w:val="0"/>
      <w:i/>
      <w:sz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4382"/>
    <w:rPr>
      <w:rFonts w:ascii="Century Gothic" w:hAnsi="Century Gothic"/>
      <w:i/>
      <w:sz w:val="20"/>
    </w:rPr>
  </w:style>
  <w:style w:type="character" w:styleId="Enfasidelicata">
    <w:name w:val="Subtle Emphasis"/>
    <w:basedOn w:val="Carpredefinitoparagrafo"/>
    <w:uiPriority w:val="19"/>
    <w:qFormat/>
    <w:rsid w:val="003439F1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3439F1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439F1"/>
    <w:rPr>
      <w:b/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439F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439F1"/>
    <w:rPr>
      <w:rFonts w:ascii="Century Gothic" w:hAnsi="Century Gothic"/>
      <w:i/>
      <w:iCs/>
      <w:color w:val="404040" w:themeColor="text1" w:themeTint="BF"/>
      <w:sz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9771E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  <w:color w:val="FFFFFF" w:themeColor="background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9771E"/>
    <w:rPr>
      <w:rFonts w:ascii="Century Gothic" w:hAnsi="Century Gothic"/>
      <w:i/>
      <w:iCs/>
      <w:color w:val="FFFFFF" w:themeColor="background2"/>
    </w:rPr>
  </w:style>
  <w:style w:type="character" w:styleId="Riferimentointenso">
    <w:name w:val="Intense Reference"/>
    <w:basedOn w:val="Carpredefinitoparagrafo"/>
    <w:uiPriority w:val="32"/>
    <w:qFormat/>
    <w:rsid w:val="0049771E"/>
    <w:rPr>
      <w:b/>
      <w:bCs/>
      <w:smallCaps/>
      <w:color w:val="auto"/>
      <w:spacing w:val="5"/>
    </w:rPr>
  </w:style>
  <w:style w:type="character" w:customStyle="1" w:styleId="Eliminato">
    <w:name w:val="Eliminato"/>
    <w:uiPriority w:val="1"/>
    <w:rsid w:val="00412A3C"/>
    <w:rPr>
      <w:rFonts w:asciiTheme="minorHAnsi" w:hAnsiTheme="minorHAnsi" w:cstheme="majorBidi"/>
      <w:b w:val="0"/>
      <w:strike/>
      <w:dstrike w:val="0"/>
      <w:spacing w:val="-10"/>
      <w:kern w:val="28"/>
      <w:szCs w:val="56"/>
      <w:shd w:val="clear" w:color="auto" w:fill="0FFF78"/>
    </w:rPr>
  </w:style>
  <w:style w:type="character" w:customStyle="1" w:styleId="Aggiunto">
    <w:name w:val="Aggiunto"/>
    <w:uiPriority w:val="1"/>
    <w:rsid w:val="00FD1678"/>
    <w:rPr>
      <w:b w:val="0"/>
      <w:bdr w:val="none" w:sz="0" w:space="0" w:color="auto"/>
      <w:shd w:val="clear" w:color="auto" w:fill="FFFF00"/>
    </w:rPr>
  </w:style>
  <w:style w:type="character" w:customStyle="1" w:styleId="Recepito">
    <w:name w:val="Recepito"/>
    <w:uiPriority w:val="1"/>
    <w:qFormat/>
    <w:rsid w:val="000A42CF"/>
    <w:rPr>
      <w:bdr w:val="none" w:sz="0" w:space="0" w:color="auto"/>
      <w:shd w:val="clear" w:color="auto" w:fill="32FAFF"/>
    </w:rPr>
  </w:style>
  <w:style w:type="paragraph" w:styleId="Firma">
    <w:name w:val="Signature"/>
    <w:basedOn w:val="Normale"/>
    <w:link w:val="FirmaCarattere"/>
    <w:uiPriority w:val="99"/>
    <w:unhideWhenUsed/>
    <w:rsid w:val="00B22881"/>
    <w:pPr>
      <w:spacing w:line="600" w:lineRule="auto"/>
      <w:ind w:left="4820"/>
      <w:jc w:val="center"/>
    </w:pPr>
  </w:style>
  <w:style w:type="character" w:customStyle="1" w:styleId="FirmaCarattere">
    <w:name w:val="Firma Carattere"/>
    <w:basedOn w:val="Carpredefinitoparagrafo"/>
    <w:link w:val="Firma"/>
    <w:uiPriority w:val="99"/>
    <w:rsid w:val="00B22881"/>
    <w:rPr>
      <w:rFonts w:ascii="Century Gothic" w:hAnsi="Century Gothic" w:cs="Arial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FD1678"/>
    <w:pPr>
      <w:spacing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FD1678"/>
    <w:rPr>
      <w:rFonts w:ascii="Century Gothic" w:hAnsi="Century Gothic"/>
      <w:sz w:val="20"/>
      <w:szCs w:val="20"/>
    </w:rPr>
  </w:style>
  <w:style w:type="paragraph" w:styleId="Data">
    <w:name w:val="Date"/>
    <w:basedOn w:val="Normale"/>
    <w:next w:val="Normale"/>
    <w:link w:val="DataCarattere"/>
    <w:uiPriority w:val="99"/>
    <w:unhideWhenUsed/>
    <w:rsid w:val="00B22881"/>
    <w:pPr>
      <w:spacing w:before="120" w:after="120"/>
    </w:pPr>
  </w:style>
  <w:style w:type="character" w:customStyle="1" w:styleId="DataCarattere">
    <w:name w:val="Data Carattere"/>
    <w:basedOn w:val="Carpredefinitoparagrafo"/>
    <w:link w:val="Data"/>
    <w:uiPriority w:val="99"/>
    <w:rsid w:val="00B22881"/>
    <w:rPr>
      <w:rFonts w:ascii="Century Gothic" w:hAnsi="Century Gothic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AC4368"/>
    <w:pPr>
      <w:numPr>
        <w:numId w:val="14"/>
      </w:numPr>
      <w:spacing w:before="120" w:after="120"/>
      <w:ind w:left="567" w:hanging="567"/>
      <w:contextualSpacing/>
    </w:pPr>
    <w:rPr>
      <w:rFonts w:eastAsiaTheme="minorEastAsia"/>
      <w:lang w:eastAsia="it-IT"/>
    </w:rPr>
  </w:style>
  <w:style w:type="paragraph" w:customStyle="1" w:styleId="Allegato">
    <w:name w:val="Allegato"/>
    <w:basedOn w:val="Titolo"/>
    <w:qFormat/>
    <w:rsid w:val="0097206F"/>
    <w:pPr>
      <w:spacing w:before="0" w:after="120"/>
      <w:ind w:left="4820"/>
      <w:jc w:val="right"/>
    </w:pPr>
    <w:rPr>
      <w:sz w:val="20"/>
    </w:rPr>
  </w:style>
  <w:style w:type="paragraph" w:customStyle="1" w:styleId="COSENSOTRATTAMENTO">
    <w:name w:val="COSENSO TRATTAMENTO"/>
    <w:basedOn w:val="Titolo4"/>
    <w:qFormat/>
    <w:rsid w:val="00B72E2C"/>
    <w:pPr>
      <w:keepNext/>
      <w:spacing w:after="120"/>
      <w:jc w:val="left"/>
    </w:pPr>
    <w:rPr>
      <w:sz w:val="20"/>
      <w:szCs w:val="20"/>
    </w:rPr>
  </w:style>
  <w:style w:type="paragraph" w:styleId="Elencocontinua">
    <w:name w:val="List Continue"/>
    <w:basedOn w:val="Normale"/>
    <w:uiPriority w:val="99"/>
    <w:unhideWhenUsed/>
    <w:rsid w:val="006867B9"/>
    <w:pPr>
      <w:spacing w:after="120"/>
      <w:ind w:left="283"/>
      <w:contextualSpacing/>
    </w:pPr>
  </w:style>
  <w:style w:type="paragraph" w:customStyle="1" w:styleId="StileParagrafoelencoInterlinea15righe">
    <w:name w:val="Stile Paragrafo elenco + Interlinea: 15 righe"/>
    <w:basedOn w:val="Paragrafoelenco"/>
    <w:rsid w:val="005C6D71"/>
    <w:rPr>
      <w:rFonts w:eastAsia="Times New Roman" w:cs="Times New Roman"/>
    </w:rPr>
  </w:style>
  <w:style w:type="paragraph" w:customStyle="1" w:styleId="Dichiarazione">
    <w:name w:val="Dichiarazione"/>
    <w:basedOn w:val="Normale"/>
    <w:rsid w:val="005C6D71"/>
    <w:pPr>
      <w:spacing w:before="240" w:after="240"/>
      <w:ind w:left="567" w:hanging="567"/>
      <w:contextualSpacing/>
    </w:pPr>
    <w:rPr>
      <w:rFonts w:eastAsia="Times New Roman" w:cs="Times New Roman"/>
    </w:rPr>
  </w:style>
  <w:style w:type="paragraph" w:customStyle="1" w:styleId="StileDichiarazionePrima12ptDopo12pt">
    <w:name w:val="Stile Dichiarazione + Prima:  12 pt Dopo:  12 pt"/>
    <w:basedOn w:val="Dichiarazione"/>
    <w:rsid w:val="005C6D71"/>
    <w:rPr>
      <w:rFonts w:eastAsia="TimesNewRomanPSMT"/>
    </w:rPr>
  </w:style>
  <w:style w:type="character" w:customStyle="1" w:styleId="Inserito">
    <w:name w:val="Inserito"/>
    <w:uiPriority w:val="1"/>
    <w:qFormat/>
    <w:rsid w:val="00412A3C"/>
    <w:rPr>
      <w:bdr w:val="none" w:sz="0" w:space="0" w:color="auto"/>
      <w:shd w:val="clear" w:color="auto" w:fill="FAFA32"/>
    </w:rPr>
  </w:style>
  <w:style w:type="character" w:styleId="Enfasigrassetto">
    <w:name w:val="Strong"/>
    <w:basedOn w:val="Carpredefinitoparagrafo"/>
    <w:uiPriority w:val="22"/>
    <w:qFormat/>
    <w:rsid w:val="0097206F"/>
    <w:rPr>
      <w:b/>
      <w:bCs/>
    </w:rPr>
  </w:style>
  <w:style w:type="paragraph" w:customStyle="1" w:styleId="CONSENSOtesto">
    <w:name w:val="CONSENSO testo"/>
    <w:basedOn w:val="Nessunaspaziatura"/>
    <w:qFormat/>
    <w:rsid w:val="00B72E2C"/>
    <w:pPr>
      <w:jc w:val="both"/>
    </w:pPr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107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alcollinesalernitane.it" TargetMode="External"/><Relationship Id="rId2" Type="http://schemas.openxmlformats.org/officeDocument/2006/relationships/hyperlink" Target="mailto:segreteria@galcollinesalernitane.it" TargetMode="External"/><Relationship Id="rId1" Type="http://schemas.openxmlformats.org/officeDocument/2006/relationships/hyperlink" Target="http://www.galcollinesalernitane.it" TargetMode="External"/><Relationship Id="rId4" Type="http://schemas.openxmlformats.org/officeDocument/2006/relationships/hyperlink" Target="mailto:galcollinesalernitane@pec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De%20Vita\Documents\Modelli%20di%20Office%20personalizzati\ALLEGATI_GAL_Colline_Salernitane_DEF.dotx" TargetMode="External"/></Relationships>
</file>

<file path=word/theme/theme1.xml><?xml version="1.0" encoding="utf-8"?>
<a:theme xmlns:a="http://schemas.openxmlformats.org/drawingml/2006/main" name="Tema di Office">
  <a:themeElements>
    <a:clrScheme name="GALCollineSalernitane">
      <a:dk1>
        <a:srgbClr val="000000"/>
      </a:dk1>
      <a:lt1>
        <a:sysClr val="window" lastClr="FFFFFF"/>
      </a:lt1>
      <a:dk2>
        <a:srgbClr val="93D07C"/>
      </a:dk2>
      <a:lt2>
        <a:srgbClr val="FFFFFF"/>
      </a:lt2>
      <a:accent1>
        <a:srgbClr val="1A9C38"/>
      </a:accent1>
      <a:accent2>
        <a:srgbClr val="1B988A"/>
      </a:accent2>
      <a:accent3>
        <a:srgbClr val="1A96AF"/>
      </a:accent3>
      <a:accent4>
        <a:srgbClr val="6DAFE1"/>
      </a:accent4>
      <a:accent5>
        <a:srgbClr val="124496"/>
      </a:accent5>
      <a:accent6>
        <a:srgbClr val="F5AE22"/>
      </a:accent6>
      <a:hlink>
        <a:srgbClr val="0000FF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ALLEGATI_GAL_Colline_Salernitane_DEF.dotx</Template>
  <TotalTime>2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M.De Vita</dc:creator>
  <cp:keywords/>
  <dc:description/>
  <cp:lastModifiedBy>@gronomo DEVITA</cp:lastModifiedBy>
  <cp:revision>2</cp:revision>
  <dcterms:created xsi:type="dcterms:W3CDTF">2022-08-12T16:50:00Z</dcterms:created>
  <dcterms:modified xsi:type="dcterms:W3CDTF">2022-08-12T16:50:00Z</dcterms:modified>
</cp:coreProperties>
</file>